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D4F" w:rsidRDefault="00813246" w:rsidP="00813246">
      <w:pPr>
        <w:jc w:val="center"/>
        <w:rPr>
          <w:b/>
          <w:sz w:val="40"/>
          <w:szCs w:val="40"/>
        </w:rPr>
      </w:pPr>
      <w:r w:rsidRPr="00813246">
        <w:rPr>
          <w:b/>
          <w:sz w:val="40"/>
          <w:szCs w:val="40"/>
        </w:rPr>
        <w:t>CROQUI DE LOCALIZAÇÃO DO BOTA FORA</w:t>
      </w:r>
      <w:r w:rsidR="00185A7B">
        <w:rPr>
          <w:b/>
          <w:sz w:val="40"/>
          <w:szCs w:val="40"/>
        </w:rPr>
        <w:t xml:space="preserve"> CT 197.775-16/2</w:t>
      </w:r>
      <w:bookmarkStart w:id="0" w:name="_GoBack"/>
      <w:bookmarkEnd w:id="0"/>
      <w:r w:rsidR="00185A7B">
        <w:rPr>
          <w:b/>
          <w:sz w:val="40"/>
          <w:szCs w:val="40"/>
        </w:rPr>
        <w:t>006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31778" w:rsidTr="00331778">
        <w:tc>
          <w:tcPr>
            <w:tcW w:w="15276" w:type="dxa"/>
          </w:tcPr>
          <w:p w:rsidR="00331778" w:rsidRDefault="00185A7B" w:rsidP="00813246">
            <w:pPr>
              <w:jc w:val="center"/>
              <w:rPr>
                <w:b/>
                <w:sz w:val="40"/>
                <w:szCs w:val="40"/>
              </w:rPr>
            </w:pPr>
            <w:r w:rsidRPr="00185A7B">
              <w:rPr>
                <w:b/>
                <w:noProof/>
                <w:sz w:val="40"/>
                <w:szCs w:val="40"/>
                <w:lang w:eastAsia="pt-BR"/>
              </w:rPr>
              <w:drawing>
                <wp:inline distT="0" distB="0" distL="0" distR="0">
                  <wp:extent cx="9648584" cy="5715000"/>
                  <wp:effectExtent l="0" t="0" r="0" b="0"/>
                  <wp:docPr id="3" name="Imagem 3" descr="D:\Prefeitura\Alan Esgoto\Piauí\CR - 0197.775-16-2006\Croqui Bota Fora\Imagem bota fo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refeitura\Alan Esgoto\Piauí\CR - 0197.775-16-2006\Croqui Bota Fora\Imagem bota fo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7343" cy="5737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78" w:rsidTr="00331778">
        <w:tc>
          <w:tcPr>
            <w:tcW w:w="15276" w:type="dxa"/>
          </w:tcPr>
          <w:p w:rsidR="00331778" w:rsidRPr="00331778" w:rsidRDefault="00331778" w:rsidP="00185A7B">
            <w:pPr>
              <w:pStyle w:val="Rodap"/>
              <w:jc w:val="center"/>
            </w:pPr>
            <w:r>
              <w:t>OBS – Bota Fora</w:t>
            </w:r>
            <w:r w:rsidR="002B42FE">
              <w:t xml:space="preserve"> </w:t>
            </w:r>
            <w:r>
              <w:t xml:space="preserve">situada a </w:t>
            </w:r>
            <w:r w:rsidR="00185A7B">
              <w:t>7</w:t>
            </w:r>
            <w:r>
              <w:t>,</w:t>
            </w:r>
            <w:r w:rsidR="00185A7B">
              <w:t>7</w:t>
            </w:r>
            <w:r>
              <w:t xml:space="preserve"> Km, </w:t>
            </w:r>
            <w:r w:rsidR="00185A7B">
              <w:t xml:space="preserve">do ponto médio da obra </w:t>
            </w:r>
          </w:p>
        </w:tc>
      </w:tr>
    </w:tbl>
    <w:p w:rsidR="00331778" w:rsidRPr="000506C7" w:rsidRDefault="00331778" w:rsidP="009A6EFF">
      <w:pPr>
        <w:rPr>
          <w:b/>
          <w:sz w:val="16"/>
          <w:szCs w:val="16"/>
        </w:rPr>
      </w:pPr>
    </w:p>
    <w:sectPr w:rsidR="00331778" w:rsidRPr="000506C7" w:rsidSect="0081324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3246"/>
    <w:rsid w:val="000506C7"/>
    <w:rsid w:val="00185A7B"/>
    <w:rsid w:val="002B42FE"/>
    <w:rsid w:val="00331778"/>
    <w:rsid w:val="003B6036"/>
    <w:rsid w:val="00561D4F"/>
    <w:rsid w:val="007D2A27"/>
    <w:rsid w:val="00813246"/>
    <w:rsid w:val="009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7E2A0-A044-4D99-BB5E-A83163AEC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A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31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331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1778"/>
  </w:style>
  <w:style w:type="paragraph" w:styleId="Textodebalo">
    <w:name w:val="Balloon Text"/>
    <w:basedOn w:val="Normal"/>
    <w:link w:val="TextodebaloChar"/>
    <w:uiPriority w:val="99"/>
    <w:semiHidden/>
    <w:unhideWhenUsed/>
    <w:rsid w:val="009A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</dc:creator>
  <cp:keywords/>
  <dc:description/>
  <cp:lastModifiedBy>Alan Nunes</cp:lastModifiedBy>
  <cp:revision>6</cp:revision>
  <dcterms:created xsi:type="dcterms:W3CDTF">2013-08-12T20:47:00Z</dcterms:created>
  <dcterms:modified xsi:type="dcterms:W3CDTF">2015-12-29T14:24:00Z</dcterms:modified>
</cp:coreProperties>
</file>